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  <w:sz w:val="36"/>
        </w:rPr>
        <w:t>Unit</w:t>
      </w:r>
      <w:r w:rsidRPr="001672F7">
        <w:rPr>
          <w:rFonts w:ascii="Times New Roman" w:eastAsia="宋体" w:hAnsi="宋体"/>
          <w:b/>
          <w:color w:val="000000" w:themeColor="text1"/>
          <w:sz w:val="36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  <w:sz w:val="36"/>
        </w:rPr>
        <w:t>7</w:t>
      </w:r>
      <w:r w:rsidRPr="001672F7">
        <w:rPr>
          <w:rFonts w:ascii="Times New Roman" w:eastAsia="宋体" w:hAnsi="宋体" w:hint="eastAsia"/>
          <w:color w:val="000000" w:themeColor="text1"/>
          <w:sz w:val="36"/>
        </w:rPr>
        <w:t xml:space="preserve">　</w:t>
      </w:r>
      <w:r w:rsidRPr="001672F7">
        <w:rPr>
          <w:rFonts w:ascii="Times New Roman" w:eastAsia="宋体" w:hAnsi="宋体" w:hint="eastAsia"/>
          <w:b/>
          <w:color w:val="000000" w:themeColor="text1"/>
          <w:sz w:val="36"/>
        </w:rPr>
        <w:t>综合练习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第一部分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听力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共三节</w:t>
      </w:r>
      <w:r w:rsidRPr="001672F7">
        <w:rPr>
          <w:rFonts w:ascii="Times New Roman" w:eastAsia="宋体" w:hAnsi="宋体"/>
          <w:color w:val="000000" w:themeColor="text1"/>
          <w:sz w:val="26"/>
        </w:rPr>
        <w:t>,15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小题</w:t>
      </w:r>
      <w:r w:rsidRPr="001672F7">
        <w:rPr>
          <w:rFonts w:ascii="Times New Roman" w:eastAsia="宋体" w:hAnsi="宋体"/>
          <w:color w:val="000000" w:themeColor="text1"/>
          <w:sz w:val="26"/>
        </w:rPr>
        <w:t>;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每小题</w:t>
      </w:r>
      <w:r w:rsidRPr="001672F7">
        <w:rPr>
          <w:rFonts w:ascii="Times New Roman" w:eastAsia="宋体" w:hAnsi="宋体"/>
          <w:color w:val="000000" w:themeColor="text1"/>
          <w:sz w:val="26"/>
        </w:rPr>
        <w:t>2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,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30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第一节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选择相应的图片。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 w:hint="eastAsia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110EEE4" wp14:editId="71A979FD">
            <wp:extent cx="4277995" cy="734695"/>
            <wp:effectExtent l="0" t="0" r="8255" b="8255"/>
            <wp:docPr id="21" name="图片 21" descr="id:21474846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8KRG45.eps" descr="id:2147484607;FounderC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99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DB9E4F6" wp14:editId="2F916332">
            <wp:extent cx="4457700" cy="734695"/>
            <wp:effectExtent l="0" t="0" r="0" b="8255"/>
            <wp:docPr id="20" name="图片 20" descr="id:21474846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8KRG46.eps" descr="id:2147484614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79746FC" wp14:editId="018B18E1">
            <wp:extent cx="4449445" cy="734695"/>
            <wp:effectExtent l="0" t="0" r="8255" b="8255"/>
            <wp:docPr id="19" name="图片 19" descr="id:21474846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8KRG47.eps" descr="id:2147484621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944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0460F6F" wp14:editId="2ACAE8CC">
            <wp:extent cx="4229100" cy="726440"/>
            <wp:effectExtent l="0" t="0" r="0" b="0"/>
            <wp:docPr id="18" name="图片 18" descr="id:21474846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8KRG48.eps" descr="id:2147484628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551A663" wp14:editId="6868FA5B">
            <wp:extent cx="4090035" cy="734695"/>
            <wp:effectExtent l="0" t="0" r="5715" b="8255"/>
            <wp:docPr id="17" name="图片 17" descr="id:21474846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8KRG49.eps" descr="id:2147484635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003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第二节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</w:rPr>
        <w:t>听句子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选择最佳应答。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 w:hint="eastAsia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we can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　　　　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we are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　　　　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we do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 are great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re welcome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Wish you success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they are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No, they didn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No, they won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In ten years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An astronaut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On a space station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they will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there will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ll be small and cheap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第三节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根据对话内容及问题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选择最佳选项。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 w:hint="eastAsia"/>
          <w:color w:val="000000" w:themeColor="text1"/>
        </w:rPr>
        <w:t>读两遍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 w:hint="eastAsia"/>
          <w:color w:val="000000" w:themeColor="text1"/>
        </w:rPr>
        <w:t>听第一段对话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 w:hint="eastAsia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11</w:t>
      </w:r>
      <w:r w:rsidRPr="001672F7">
        <w:rPr>
          <w:rFonts w:eastAsia="方正宋黑_GBK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12</w:t>
      </w:r>
      <w:r w:rsidRPr="001672F7">
        <w:rPr>
          <w:rFonts w:eastAsia="方正宋黑_GBK" w:hint="eastAsia"/>
          <w:color w:val="000000" w:themeColor="text1"/>
        </w:rPr>
        <w:t>题。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will the weather be next week in Boston?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lastRenderedPageBreak/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Warm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Cool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Cold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does Paul do?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is a student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is a doctor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is a teacher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 w:hint="eastAsia"/>
          <w:color w:val="000000" w:themeColor="text1"/>
        </w:rPr>
        <w:t>听第二段对话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 w:hint="eastAsia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13</w:t>
      </w:r>
      <w:r w:rsidRPr="001672F7">
        <w:rPr>
          <w:rFonts w:eastAsia="方正宋黑_GBK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14</w:t>
      </w:r>
      <w:r w:rsidRPr="001672F7">
        <w:rPr>
          <w:rFonts w:eastAsia="方正宋黑_GBK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15</w:t>
      </w:r>
      <w:r w:rsidRPr="001672F7">
        <w:rPr>
          <w:rFonts w:eastAsia="方正宋黑_GBK" w:hint="eastAsia"/>
          <w:color w:val="000000" w:themeColor="text1"/>
        </w:rPr>
        <w:t>题。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will the robots help to do at home in the future?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Do homework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Do housework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Make money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can the new robots do?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Play games with people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Talk to people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Look after children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Who does the man want to make a robot for?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His mum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His grandma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Himself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第二部分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完形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15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从短文前的选项中选出能填入空白处的最佳选项。选项中有一个为多余选项。</w:t>
      </w:r>
    </w:p>
    <w:p w:rsidR="00811AC5" w:rsidRPr="001672F7" w:rsidRDefault="00811AC5" w:rsidP="00D20523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fall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predictions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messages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rich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cost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F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time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What will our life be like in 50 years?Some scientists from the UK make some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16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about our life in the future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Let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have a look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Self-cleaning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houses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Future houses might clean themselves while you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re at school or work, or when you are sleeping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You can control your houses by sending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17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through mobile phones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Insect-burgers</w:t>
      </w:r>
      <w:r w:rsidRPr="001672F7">
        <w:rPr>
          <w:rFonts w:ascii="Arial" w:eastAsia="黑体" w:hAnsi="黑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 w:hint="eastAsia"/>
          <w:color w:val="000000" w:themeColor="text1"/>
        </w:rPr>
        <w:t>昆虫汉堡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Insects will become our main food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re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18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in protein (</w:t>
      </w:r>
      <w:r w:rsidRPr="001672F7">
        <w:rPr>
          <w:rFonts w:ascii="Times New Roman" w:eastAsia="宋体" w:hAnsi="宋体" w:hint="eastAsia"/>
          <w:color w:val="000000" w:themeColor="text1"/>
        </w:rPr>
        <w:t>蛋白质</w:t>
      </w:r>
      <w:r w:rsidRPr="001672F7">
        <w:rPr>
          <w:rFonts w:ascii="Times New Roman" w:eastAsia="宋体" w:hAnsi="宋体"/>
          <w:color w:val="000000" w:themeColor="text1"/>
        </w:rPr>
        <w:t>)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People can make them into burgers and some other food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Underground</w:t>
      </w:r>
      <w:r w:rsidRPr="001672F7">
        <w:rPr>
          <w:rFonts w:ascii="Arial" w:eastAsia="黑体" w:hAnsi="黑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skyscrapers</w:t>
      </w:r>
      <w:r w:rsidRPr="001672F7">
        <w:rPr>
          <w:rFonts w:ascii="Arial" w:eastAsia="黑体" w:hAnsi="黑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 w:hint="eastAsia"/>
          <w:color w:val="000000" w:themeColor="text1"/>
        </w:rPr>
        <w:t>摩天大楼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You could call them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earth-scrapers</w:t>
      </w:r>
      <w:r w:rsidRPr="001672F7">
        <w:rPr>
          <w:rFonts w:ascii="Times New Roman" w:eastAsia="宋体" w:hAnsi="Times New Roman" w:cs="Times New Roman"/>
          <w:color w:val="000000" w:themeColor="text1"/>
        </w:rPr>
        <w:t>”.</w:t>
      </w:r>
      <w:r w:rsidRPr="001672F7">
        <w:rPr>
          <w:rFonts w:ascii="Times New Roman" w:eastAsia="宋体" w:hAnsi="宋体"/>
          <w:color w:val="000000" w:themeColor="text1"/>
        </w:rPr>
        <w:t>They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re underground buildings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During an earthquake (</w:t>
      </w:r>
      <w:r w:rsidRPr="001672F7">
        <w:rPr>
          <w:rFonts w:ascii="Times New Roman" w:eastAsia="宋体" w:hAnsi="宋体" w:hint="eastAsia"/>
          <w:color w:val="000000" w:themeColor="text1"/>
        </w:rPr>
        <w:t>地震</w:t>
      </w:r>
      <w:r w:rsidRPr="001672F7">
        <w:rPr>
          <w:rFonts w:ascii="Times New Roman" w:eastAsia="宋体" w:hAnsi="宋体"/>
          <w:color w:val="000000" w:themeColor="text1"/>
        </w:rPr>
        <w:t>), these buildings wouldn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t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19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down like normal skyscrapers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lastRenderedPageBreak/>
        <w:t>Special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ways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for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traveling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To improve ways for traveling, people might take flying taxis and flying buses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For a long way to travel they might take super rockets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 travel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20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between London and New York could be just 30 minutes by rocket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17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18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19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20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 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第三部分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阅读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10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阅读下面一个语篇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从每题所给的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宋体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宋体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宋体" w:hint="eastAsia"/>
          <w:color w:val="000000" w:themeColor="text1"/>
        </w:rPr>
        <w:t>三个选项中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选出最佳选项。</w:t>
      </w:r>
    </w:p>
    <w:tbl>
      <w:tblPr>
        <w:tblW w:w="49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102"/>
      </w:tblGrid>
      <w:tr w:rsidR="00811AC5" w:rsidRPr="001672F7" w:rsidTr="004D68A0">
        <w:trPr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1AC5" w:rsidRPr="001672F7" w:rsidRDefault="00811AC5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宋体" w:hint="eastAsia"/>
                <w:color w:val="000000" w:themeColor="text1"/>
              </w:rPr>
              <w:t xml:space="preserve">　　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Hey, guys!I read a book about the future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It</w:t>
            </w:r>
            <w:r w:rsidRPr="001672F7">
              <w:rPr>
                <w:rFonts w:ascii="Times New Roman" w:eastAsia="宋体" w:hAnsi="Times New Roman"/>
                <w:color w:val="000000" w:themeColor="text1"/>
              </w:rPr>
              <w:t>’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s so cool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What do you think the future will be like?</w:t>
            </w:r>
          </w:p>
          <w:p w:rsidR="00811AC5" w:rsidRPr="001672F7" w:rsidRDefault="00811AC5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Jake</w:t>
            </w:r>
          </w:p>
        </w:tc>
      </w:tr>
      <w:tr w:rsidR="00811AC5" w:rsidRPr="001672F7" w:rsidTr="004D68A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1AC5" w:rsidRPr="001672F7" w:rsidRDefault="00811AC5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宋体" w:hint="eastAsia"/>
                <w:color w:val="000000" w:themeColor="text1"/>
              </w:rPr>
              <w:t xml:space="preserve">　　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I think in the future, there will be less pollution on the earth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People will take the environment more seriously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There will be more park, farms, and forests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People will have a much healthier diet and enjoy fresh food every day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They will live a happy and healthy life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</w:p>
          <w:p w:rsidR="00811AC5" w:rsidRPr="001672F7" w:rsidRDefault="00811AC5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May</w:t>
            </w:r>
          </w:p>
        </w:tc>
      </w:tr>
      <w:tr w:rsidR="00811AC5" w:rsidRPr="001672F7" w:rsidTr="004D68A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1AC5" w:rsidRPr="001672F7" w:rsidRDefault="00811AC5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宋体" w:hint="eastAsia"/>
                <w:color w:val="000000" w:themeColor="text1"/>
              </w:rPr>
              <w:t xml:space="preserve">　　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I agree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The earth will become a cleaner place in the future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People will all drive electric (</w:t>
            </w:r>
            <w:r w:rsidRPr="001672F7">
              <w:rPr>
                <w:rFonts w:ascii="Times New Roman" w:eastAsia="宋体" w:hAnsi="宋体" w:hint="eastAsia"/>
                <w:color w:val="000000" w:themeColor="text1"/>
              </w:rPr>
              <w:t>电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) cars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The subways, trains, ships and planes will get energy (</w:t>
            </w:r>
            <w:r w:rsidRPr="001672F7">
              <w:rPr>
                <w:rFonts w:ascii="Times New Roman" w:eastAsia="宋体" w:hAnsi="宋体" w:hint="eastAsia"/>
                <w:color w:val="000000" w:themeColor="text1"/>
              </w:rPr>
              <w:t>能源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) from the sun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What</w:t>
            </w:r>
            <w:r w:rsidRPr="001672F7">
              <w:rPr>
                <w:rFonts w:ascii="Times New Roman" w:eastAsia="宋体" w:hAnsi="Times New Roman"/>
                <w:color w:val="000000" w:themeColor="text1"/>
              </w:rPr>
              <w:t>’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s more, people can even fly solar-powered rockets to the space stations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</w:p>
          <w:p w:rsidR="00811AC5" w:rsidRPr="001672F7" w:rsidRDefault="00811AC5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Vince</w:t>
            </w:r>
          </w:p>
        </w:tc>
      </w:tr>
      <w:tr w:rsidR="00811AC5" w:rsidRPr="001672F7" w:rsidTr="004D68A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1AC5" w:rsidRPr="001672F7" w:rsidRDefault="00811AC5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宋体" w:hint="eastAsia"/>
                <w:color w:val="000000" w:themeColor="text1"/>
              </w:rPr>
              <w:t xml:space="preserve">　　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People will put a small microchip (</w:t>
            </w:r>
            <w:r w:rsidRPr="001672F7">
              <w:rPr>
                <w:rFonts w:ascii="Times New Roman" w:eastAsia="宋体" w:hAnsi="宋体" w:hint="eastAsia"/>
                <w:color w:val="000000" w:themeColor="text1"/>
              </w:rPr>
              <w:t>微芯片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) in their arms or hands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They will use their microchips to </w:t>
            </w:r>
            <w:r w:rsidRPr="001672F7">
              <w:rPr>
                <w:rFonts w:ascii="Times New Roman" w:eastAsia="宋体" w:hAnsi="宋体"/>
                <w:color w:val="000000" w:themeColor="text1"/>
                <w:u w:val="single" w:color="000000"/>
              </w:rPr>
              <w:t>control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everyday things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For example, they can use the microchips to open the door of their homes or use them to buy things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With the microchips, people will meet each other in a cool virtual place anytime, anywhere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</w:p>
          <w:p w:rsidR="00811AC5" w:rsidRPr="001672F7" w:rsidRDefault="00811AC5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Karen</w:t>
            </w:r>
          </w:p>
        </w:tc>
      </w:tr>
      <w:tr w:rsidR="00811AC5" w:rsidRPr="001672F7" w:rsidTr="004D68A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1AC5" w:rsidRPr="001672F7" w:rsidRDefault="00811AC5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宋体" w:hint="eastAsia"/>
                <w:color w:val="000000" w:themeColor="text1"/>
              </w:rPr>
              <w:t xml:space="preserve">　　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I think the sea will cover the land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In the future, there won</w:t>
            </w:r>
            <w:r w:rsidRPr="001672F7">
              <w:rPr>
                <w:rFonts w:ascii="Times New Roman" w:eastAsia="宋体" w:hAnsi="Times New Roman"/>
                <w:color w:val="000000" w:themeColor="text1"/>
              </w:rPr>
              <w:t>’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t be much land, and there will be cities underwater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People will live in underwater houses with glass walls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Robots will do everything for them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If people like, they will travel in submarines (</w:t>
            </w:r>
            <w:r w:rsidRPr="001672F7">
              <w:rPr>
                <w:rFonts w:ascii="Times New Roman" w:eastAsia="宋体" w:hAnsi="宋体" w:hint="eastAsia"/>
                <w:color w:val="000000" w:themeColor="text1"/>
              </w:rPr>
              <w:t>潜艇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)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</w:p>
          <w:p w:rsidR="00811AC5" w:rsidRPr="001672F7" w:rsidRDefault="00811AC5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Jake</w:t>
            </w:r>
          </w:p>
        </w:tc>
      </w:tr>
    </w:tbl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 four kids are talking about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the book is about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the future will be like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they want to be when they grow up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Both May and Vince think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people will take food more seriously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people will live a happy and healthy life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environment will be better on the earth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 underlined word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control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 xml:space="preserve"> probably means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 xml:space="preserve"> in Chinese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控制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思考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发明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Jake thinks people will live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on space stations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on land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in underwater cities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第四部分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语言运用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25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根据中文意思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补全英语译文。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宋体" w:hAnsi="宋体" w:hint="eastAsia"/>
          <w:color w:val="000000" w:themeColor="text1"/>
        </w:rPr>
        <w:t>每空限填一词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缩写算一词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科学家们想在太空建造空间站。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Scientists want to build a space station in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如果人工智能接管枯燥任务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学生就能专注于创意项目。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If AI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</w:t>
      </w:r>
      <w:r w:rsidRPr="001672F7">
        <w:rPr>
          <w:rFonts w:ascii="Times New Roman" w:eastAsia="宋体" w:hAnsi="宋体"/>
          <w:color w:val="000000" w:themeColor="text1"/>
        </w:rPr>
        <w:t>boring tasks, students can focus on creative projects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27</w:t>
      </w:r>
      <w:r w:rsidRPr="001672F7">
        <w:rPr>
          <w:rFonts w:ascii="Times New Roman" w:eastAsia="宋体" w:hAnsi="Times New Roman" w:cs="Times New Roman"/>
          <w:color w:val="000000" w:themeColor="text1"/>
        </w:rPr>
        <w:t>.——</w:t>
      </w:r>
      <w:r w:rsidRPr="001672F7">
        <w:rPr>
          <w:rFonts w:ascii="Times New Roman" w:eastAsia="宋体" w:hAnsi="宋体" w:hint="eastAsia"/>
          <w:color w:val="000000" w:themeColor="text1"/>
        </w:rPr>
        <w:t>你觉得未来人类能活多久</w:t>
      </w:r>
      <w:r w:rsidRPr="001672F7">
        <w:rPr>
          <w:rFonts w:ascii="Times New Roman" w:eastAsia="宋体" w:hAnsi="宋体"/>
          <w:color w:val="000000" w:themeColor="text1"/>
        </w:rPr>
        <w:t>?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 w:cs="Times New Roman"/>
          <w:color w:val="000000" w:themeColor="text1"/>
        </w:rPr>
        <w:t>——</w:t>
      </w:r>
      <w:r w:rsidRPr="001672F7">
        <w:rPr>
          <w:rFonts w:ascii="Times New Roman" w:eastAsia="宋体" w:hAnsi="宋体" w:hint="eastAsia"/>
          <w:color w:val="000000" w:themeColor="text1"/>
        </w:rPr>
        <w:t>也许</w:t>
      </w:r>
      <w:r w:rsidRPr="001672F7">
        <w:rPr>
          <w:rFonts w:ascii="Times New Roman" w:eastAsia="宋体" w:hAnsi="宋体"/>
          <w:color w:val="000000" w:themeColor="text1"/>
        </w:rPr>
        <w:t>120</w:t>
      </w:r>
      <w:r w:rsidRPr="001672F7">
        <w:rPr>
          <w:rFonts w:ascii="Times New Roman" w:eastAsia="宋体" w:hAnsi="宋体" w:hint="eastAsia"/>
          <w:color w:val="000000" w:themeColor="text1"/>
        </w:rPr>
        <w:t>岁</w:t>
      </w:r>
      <w:r w:rsidRPr="001672F7">
        <w:rPr>
          <w:rFonts w:ascii="Times New Roman" w:eastAsia="宋体" w:hAnsi="宋体"/>
          <w:color w:val="000000" w:themeColor="text1"/>
        </w:rPr>
        <w:t>!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 w:cs="Times New Roman"/>
          <w:color w:val="000000" w:themeColor="text1"/>
        </w:rPr>
        <w:t>—</w:t>
      </w:r>
      <w:r w:rsidRPr="001672F7">
        <w:rPr>
          <w:rFonts w:ascii="Times New Roman" w:eastAsia="宋体" w:hAnsi="宋体"/>
          <w:color w:val="000000" w:themeColor="text1"/>
        </w:rPr>
        <w:t xml:space="preserve">How long do you think humans will live in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宋体"/>
          <w:color w:val="000000" w:themeColor="text1"/>
        </w:rPr>
        <w:t>?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 w:cs="Times New Roman"/>
          <w:color w:val="000000" w:themeColor="text1"/>
        </w:rPr>
        <w:t>—</w:t>
      </w:r>
      <w:r w:rsidRPr="001672F7">
        <w:rPr>
          <w:rFonts w:ascii="Times New Roman" w:eastAsia="宋体" w:hAnsi="宋体"/>
          <w:color w:val="000000" w:themeColor="text1"/>
        </w:rPr>
        <w:t>Maybe 120 years!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28</w:t>
      </w:r>
      <w:r w:rsidRPr="001672F7">
        <w:rPr>
          <w:rFonts w:ascii="Times New Roman" w:eastAsia="宋体" w:hAnsi="Times New Roman" w:cs="Times New Roman"/>
          <w:color w:val="000000" w:themeColor="text1"/>
        </w:rPr>
        <w:t>.——</w:t>
      </w:r>
      <w:r w:rsidRPr="001672F7">
        <w:rPr>
          <w:rFonts w:ascii="Times New Roman" w:eastAsia="宋体" w:hAnsi="宋体" w:hint="eastAsia"/>
          <w:color w:val="000000" w:themeColor="text1"/>
        </w:rPr>
        <w:t>你写数学作业花了多久</w:t>
      </w:r>
      <w:r w:rsidRPr="001672F7">
        <w:rPr>
          <w:rFonts w:ascii="Times New Roman" w:eastAsia="宋体" w:hAnsi="宋体"/>
          <w:color w:val="000000" w:themeColor="text1"/>
        </w:rPr>
        <w:t>?</w:t>
      </w:r>
      <w:r w:rsidRPr="001672F7">
        <w:rPr>
          <w:rFonts w:ascii="Times New Roman" w:eastAsia="宋体" w:hAnsi="Times New Roman" w:cs="Times New Roman"/>
          <w:color w:val="000000" w:themeColor="text1"/>
        </w:rPr>
        <w:t>——</w:t>
      </w:r>
      <w:r w:rsidRPr="001672F7">
        <w:rPr>
          <w:rFonts w:ascii="Times New Roman" w:eastAsia="宋体" w:hAnsi="宋体" w:hint="eastAsia"/>
          <w:color w:val="000000" w:themeColor="text1"/>
        </w:rPr>
        <w:t>大约一小时。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 w:cs="Times New Roman"/>
          <w:color w:val="000000" w:themeColor="text1"/>
        </w:rPr>
        <w:t>—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did you spend on maths homework?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 w:cs="Times New Roman"/>
          <w:color w:val="000000" w:themeColor="text1"/>
        </w:rPr>
        <w:t>—</w:t>
      </w:r>
      <w:r w:rsidRPr="001672F7">
        <w:rPr>
          <w:rFonts w:ascii="Times New Roman" w:eastAsia="宋体" w:hAnsi="宋体"/>
          <w:color w:val="000000" w:themeColor="text1"/>
        </w:rPr>
        <w:t>About an hour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昨天我接受了朋友让我加入科学社团的邀请。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I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my friend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s invitation to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the science club yesterday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第五部分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写作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20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你对未来的家有什么憧憬</w:t>
      </w:r>
      <w:r w:rsidRPr="001672F7">
        <w:rPr>
          <w:rFonts w:ascii="Times New Roman" w:eastAsia="宋体" w:hAnsi="宋体"/>
          <w:color w:val="000000" w:themeColor="text1"/>
        </w:rPr>
        <w:t>?</w:t>
      </w:r>
      <w:r w:rsidRPr="001672F7">
        <w:rPr>
          <w:rFonts w:ascii="Times New Roman" w:eastAsia="宋体" w:hAnsi="宋体" w:hint="eastAsia"/>
          <w:color w:val="000000" w:themeColor="text1"/>
        </w:rPr>
        <w:t>假定你是李华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请以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My Dream Home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 w:hint="eastAsia"/>
          <w:color w:val="000000" w:themeColor="text1"/>
        </w:rPr>
        <w:t>为题用英语写一篇不少于</w:t>
      </w:r>
      <w:r w:rsidRPr="001672F7">
        <w:rPr>
          <w:rFonts w:ascii="Times New Roman" w:eastAsia="宋体" w:hAnsi="宋体"/>
          <w:color w:val="000000" w:themeColor="text1"/>
        </w:rPr>
        <w:t>80</w:t>
      </w:r>
      <w:r w:rsidRPr="001672F7">
        <w:rPr>
          <w:rFonts w:ascii="Times New Roman" w:eastAsia="宋体" w:hAnsi="宋体" w:hint="eastAsia"/>
          <w:color w:val="000000" w:themeColor="text1"/>
        </w:rPr>
        <w:t>词的短文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介绍你梦想中的家的样子。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My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Dream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Home</w:t>
      </w:r>
    </w:p>
    <w:p w:rsidR="00D20523" w:rsidRPr="00513DA5" w:rsidRDefault="00D20523" w:rsidP="00D205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20523" w:rsidRPr="00513DA5" w:rsidRDefault="00D20523" w:rsidP="00D205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20523" w:rsidRPr="00513DA5" w:rsidRDefault="00D20523" w:rsidP="00D205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20523" w:rsidRPr="00513DA5" w:rsidRDefault="00D20523" w:rsidP="00D205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20523" w:rsidRPr="00513DA5" w:rsidRDefault="00D20523" w:rsidP="00D205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20523" w:rsidRPr="00513DA5" w:rsidRDefault="00D20523" w:rsidP="00D205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20523" w:rsidRPr="00513DA5" w:rsidRDefault="00D20523" w:rsidP="00D205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20523" w:rsidRPr="00513DA5" w:rsidRDefault="00D20523" w:rsidP="00D2052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811AC5" w:rsidRPr="001672F7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811AC5" w:rsidRDefault="00811AC5">
      <w:r>
        <w:br w:type="page"/>
      </w:r>
    </w:p>
    <w:p w:rsidR="00811AC5" w:rsidRPr="00C8411E" w:rsidRDefault="00811AC5" w:rsidP="00811AC5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C8411E">
        <w:rPr>
          <w:rFonts w:asciiTheme="minorEastAsia" w:eastAsiaTheme="minorEastAsia" w:hAnsiTheme="minorEastAsia"/>
          <w:szCs w:val="24"/>
        </w:rPr>
        <w:t>参考答案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附</w:t>
      </w:r>
      <w:r w:rsidRPr="00E03514">
        <w:rPr>
          <w:rFonts w:ascii="Times New Roman" w:eastAsia="宋体" w:hAnsi="宋体"/>
          <w:color w:val="000000" w:themeColor="text1"/>
          <w:szCs w:val="24"/>
        </w:rPr>
        <w:t>:</w:t>
      </w:r>
      <w:r w:rsidRPr="00E03514">
        <w:rPr>
          <w:rFonts w:ascii="Arial" w:eastAsia="黑体" w:hAnsi="黑体"/>
          <w:color w:val="000000" w:themeColor="text1"/>
          <w:szCs w:val="24"/>
        </w:rPr>
        <w:t>听力原文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第一节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选择相应的图片。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W:When will the movie start?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M:It will start at 7:30 p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W:What will the weather be like tomorrow?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M:The weather report says it will rain tomorrow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W:Where will more tall buildings appear?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M:There will be more tall buildings near my school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W:What do you think will be fewer in the future?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 think there will be fewer trees in the future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M:What will you be in the future?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d like to be a policewoman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第二节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听句子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选择最佳应答。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Are you ready for this speech contest?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will have an English test tomorrow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Will your parents take a vacation next month?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What will she be when she grows up?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Will there be more cars in the future?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第三节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根据对话内容及问题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选择最佳选项。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读两遍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听第一段对话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11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12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M:Next week my family and I are going to move to New York, Alice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W:Oh, I see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will call you every week, Paul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M:Next week the weather in Boston will be very cold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Remember to take warm clothes when you go out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W:OK, thanks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Remember to be good to your new classmates and send photos of your new school to me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听第二段对话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13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14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15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W:What can robots do at our home in the future?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M:Do housework, of course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W:The scientists are making a new kind of robots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 know about it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These robots can look after children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W:How interesting it is!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M:Yes, I want to make a robot for myself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11AC5" w:rsidRPr="00E03514" w:rsidRDefault="00811AC5" w:rsidP="00D205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答案</w:t>
      </w:r>
    </w:p>
    <w:p w:rsidR="00811AC5" w:rsidRPr="00E03514" w:rsidRDefault="00811AC5" w:rsidP="00D205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BCBAC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BCCBB</w:t>
      </w:r>
    </w:p>
    <w:p w:rsidR="00811AC5" w:rsidRPr="00E03514" w:rsidRDefault="00811AC5" w:rsidP="00D205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CABCC</w:t>
      </w:r>
    </w:p>
    <w:p w:rsidR="00811AC5" w:rsidRPr="00E03514" w:rsidRDefault="00811AC5" w:rsidP="00D205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BCDAF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24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BCAC</w:t>
      </w:r>
    </w:p>
    <w:p w:rsidR="00811AC5" w:rsidRPr="00E03514" w:rsidRDefault="00811AC5" w:rsidP="00D205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outer space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takes over</w:t>
      </w:r>
    </w:p>
    <w:p w:rsidR="00811AC5" w:rsidRPr="00E03514" w:rsidRDefault="00811AC5" w:rsidP="00D205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 future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How long</w:t>
      </w:r>
    </w:p>
    <w:p w:rsidR="00811AC5" w:rsidRPr="00E03514" w:rsidRDefault="00811AC5" w:rsidP="00D2052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accepted;join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写作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My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Dream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Home 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My dream home is a smart house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The house will have smart lights that turn on and off by themselves, depending on the time of day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 doors can be opened and closed by voice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There will be a smart kitchen where the refrigerator can remind me to buy food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In the living room, I will have a big TV that can show movies, play music, and even help me with work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 house will also have cameras that check who is at the door, and it will know if something is wrong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11AC5" w:rsidRPr="00E03514" w:rsidRDefault="00811AC5" w:rsidP="00811AC5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I want my dream home to be a place where technology makes life easier and more fun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647169" w:rsidRPr="00811AC5" w:rsidRDefault="00647169" w:rsidP="00B50CDA">
      <w:bookmarkStart w:id="0" w:name="_GoBack"/>
      <w:bookmarkEnd w:id="0"/>
    </w:p>
    <w:sectPr w:rsidR="00647169" w:rsidRPr="00811AC5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523" w:rsidRDefault="00D20523" w:rsidP="00D20523">
      <w:r>
        <w:separator/>
      </w:r>
    </w:p>
  </w:endnote>
  <w:endnote w:type="continuationSeparator" w:id="0">
    <w:p w:rsidR="00D20523" w:rsidRDefault="00D20523" w:rsidP="00D20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523" w:rsidRDefault="00D20523" w:rsidP="00D20523">
      <w:r>
        <w:separator/>
      </w:r>
    </w:p>
  </w:footnote>
  <w:footnote w:type="continuationSeparator" w:id="0">
    <w:p w:rsidR="00D20523" w:rsidRDefault="00D20523" w:rsidP="00D20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AC5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11AC5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20523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00DA6F8-8198-4EF8-B20B-D75EE495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AC5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D205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20523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D2052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20523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7</Pages>
  <Words>1540</Words>
  <Characters>6105</Characters>
  <Application>Microsoft Office Word</Application>
  <DocSecurity>0</DocSecurity>
  <Lines>50</Lines>
  <Paragraphs>15</Paragraphs>
  <ScaleCrop>false</ScaleCrop>
  <Company>微软中国</Company>
  <LinksUpToDate>false</LinksUpToDate>
  <CharactersWithSpaces>7630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2025-09-15T06:48:00Z</dcterms:created>
  <dcterms:modified xsi:type="dcterms:W3CDTF">2025-09-15T06:57:00Z</dcterms:modified>
</cp:coreProperties>
</file>